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DC26C2-AA7E-4E76-9EBF-8DD6AC6D7BE2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